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A8A" w:rsidRDefault="00CD2A8A" w:rsidP="00CF7FD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CD2A8A" w:rsidRDefault="00CD2A8A" w:rsidP="00CF7FD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РАБИТИЦКОЕ СЕЛЬСКОЕ ПОСЕЛЕНИЕ</w:t>
      </w:r>
    </w:p>
    <w:p w:rsidR="00CD2A8A" w:rsidRDefault="00CD2A8A" w:rsidP="00CF7FD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ВОЛОСОВСКОГО МУНИЦИПАЛЬНОГО РАЙОНА</w:t>
      </w:r>
    </w:p>
    <w:p w:rsidR="00CD2A8A" w:rsidRDefault="00CD2A8A" w:rsidP="00CF7FD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CD2A8A" w:rsidRDefault="00CD2A8A" w:rsidP="00CF7FD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</w:t>
      </w:r>
    </w:p>
    <w:p w:rsidR="00CD2A8A" w:rsidRDefault="00CD2A8A" w:rsidP="00CF7FD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CD2A8A" w:rsidRDefault="00CD2A8A" w:rsidP="00BC37F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02.11. 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Times New Roman" w:hAnsi="Times New Roman"/>
            <w:sz w:val="28"/>
            <w:szCs w:val="28"/>
          </w:rPr>
          <w:t>2011 г</w:t>
        </w:r>
      </w:smartTag>
      <w:r>
        <w:rPr>
          <w:rFonts w:ascii="Times New Roman" w:hAnsi="Times New Roman"/>
          <w:sz w:val="28"/>
          <w:szCs w:val="28"/>
        </w:rPr>
        <w:t xml:space="preserve">.              </w:t>
      </w:r>
      <w:r>
        <w:rPr>
          <w:rFonts w:ascii="Times New Roman" w:hAnsi="Times New Roman"/>
          <w:b/>
          <w:sz w:val="28"/>
          <w:szCs w:val="28"/>
        </w:rPr>
        <w:t>№ 54</w:t>
      </w:r>
    </w:p>
    <w:p w:rsidR="00CD2A8A" w:rsidRDefault="00CD2A8A" w:rsidP="00BC37FB">
      <w:pPr>
        <w:pStyle w:val="NoSpacing"/>
        <w:rPr>
          <w:sz w:val="28"/>
          <w:szCs w:val="28"/>
        </w:rPr>
      </w:pPr>
      <w:r w:rsidRPr="00BC37FB">
        <w:rPr>
          <w:sz w:val="28"/>
          <w:szCs w:val="28"/>
        </w:rPr>
        <w:t xml:space="preserve">Об утверждении  перечня автомобильных дорог </w:t>
      </w:r>
    </w:p>
    <w:p w:rsidR="00CD2A8A" w:rsidRDefault="00CD2A8A" w:rsidP="00BC37FB">
      <w:pPr>
        <w:pStyle w:val="NoSpacing"/>
        <w:rPr>
          <w:sz w:val="28"/>
          <w:szCs w:val="28"/>
        </w:rPr>
      </w:pPr>
      <w:r w:rsidRPr="00BC37FB">
        <w:rPr>
          <w:sz w:val="28"/>
          <w:szCs w:val="28"/>
        </w:rPr>
        <w:t xml:space="preserve">местного значения </w:t>
      </w:r>
      <w:r>
        <w:rPr>
          <w:sz w:val="28"/>
          <w:szCs w:val="28"/>
        </w:rPr>
        <w:t>на территории Рабитицкого</w:t>
      </w:r>
    </w:p>
    <w:p w:rsidR="00CD2A8A" w:rsidRDefault="00CD2A8A" w:rsidP="00BC37FB">
      <w:pPr>
        <w:pStyle w:val="NoSpacing"/>
        <w:rPr>
          <w:sz w:val="28"/>
          <w:szCs w:val="28"/>
        </w:rPr>
      </w:pPr>
      <w:r w:rsidRPr="00BC37FB">
        <w:rPr>
          <w:sz w:val="28"/>
          <w:szCs w:val="28"/>
        </w:rPr>
        <w:t>сельского  поселения.</w:t>
      </w:r>
    </w:p>
    <w:p w:rsidR="00CD2A8A" w:rsidRDefault="00CD2A8A" w:rsidP="00BC37FB">
      <w:pPr>
        <w:pStyle w:val="NoSpacing"/>
        <w:rPr>
          <w:sz w:val="28"/>
          <w:szCs w:val="28"/>
        </w:rPr>
      </w:pPr>
    </w:p>
    <w:p w:rsidR="00CD2A8A" w:rsidRDefault="00CD2A8A" w:rsidP="00D95C6D">
      <w:pPr>
        <w:pStyle w:val="NoSpacing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 соответствии  с Федеральным законом от 08.11.2007 года № 257 –ФЗ «Об</w:t>
      </w:r>
      <w:r w:rsidRPr="003B5314">
        <w:rPr>
          <w:sz w:val="28"/>
          <w:szCs w:val="28"/>
        </w:rPr>
        <w:t xml:space="preserve"> </w:t>
      </w:r>
      <w:r>
        <w:rPr>
          <w:sz w:val="28"/>
          <w:szCs w:val="28"/>
        </w:rPr>
        <w:t>автомобильных дорогах и дорожной  деятельности в Российской Федерации и о внесении изменений  в  отдельные  законодательные акты Российской  Федерации», областным законом  №  157-оз от  20.12.2006 г.»Об утверждении перечней имущества, передаваемого от муниципального образования Волосовский  муниципальный  район Ленинградской  области в  муниципальную  собственность  муниципального  образования Рабитицкое сельское поселение Волосовского  муниципального района Ленинградской  области», Уставом муниципального образования Рабитицкое  сельское поселение, совет депутатов  Рабитицкого сельского поселения Волосовского муниципального района Ленинградской   области  РЕШИЛ:</w:t>
      </w:r>
    </w:p>
    <w:p w:rsidR="00CD2A8A" w:rsidRDefault="00CD2A8A" w:rsidP="00D95C6D">
      <w:pPr>
        <w:pStyle w:val="NoSpacing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Перечень  автомобильных  дорог местного</w:t>
      </w:r>
    </w:p>
    <w:p w:rsidR="00CD2A8A" w:rsidRDefault="00CD2A8A" w:rsidP="00D95C6D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Значения Рабитицкого  сельского  поселения Волосовского  муниципального  района   Ленинградской  области (Приложение № 1).</w:t>
      </w:r>
    </w:p>
    <w:p w:rsidR="00CD2A8A" w:rsidRDefault="00CD2A8A" w:rsidP="00D95C6D">
      <w:pPr>
        <w:pStyle w:val="NoSpacing"/>
        <w:numPr>
          <w:ilvl w:val="0"/>
          <w:numId w:val="1"/>
        </w:numPr>
        <w:jc w:val="both"/>
        <w:rPr>
          <w:sz w:val="28"/>
          <w:szCs w:val="28"/>
        </w:rPr>
      </w:pPr>
      <w:r w:rsidRPr="000A6B78">
        <w:rPr>
          <w:sz w:val="28"/>
          <w:szCs w:val="28"/>
        </w:rPr>
        <w:t xml:space="preserve">Контроль за исполнением  настоящего  решения возложить </w:t>
      </w:r>
      <w:r>
        <w:rPr>
          <w:sz w:val="28"/>
          <w:szCs w:val="28"/>
        </w:rPr>
        <w:t xml:space="preserve"> на  </w:t>
      </w:r>
    </w:p>
    <w:p w:rsidR="00CD2A8A" w:rsidRDefault="00CD2A8A" w:rsidP="00D95C6D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Постоянную  комиссию Совета  депутатов по  промышленности, транспорту  и  жилищно-коммунальному  хозяйству.</w:t>
      </w:r>
    </w:p>
    <w:p w:rsidR="00CD2A8A" w:rsidRDefault="00CD2A8A" w:rsidP="00D95C6D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Опубликовать настоящее решение   в  информационном бюллетене «Рабитицкий курьер»</w:t>
      </w:r>
    </w:p>
    <w:p w:rsidR="00CD2A8A" w:rsidRDefault="00CD2A8A" w:rsidP="00D95C6D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Настоящее  решение  вступает в  силу  с  момента  его  подписания.</w:t>
      </w:r>
    </w:p>
    <w:p w:rsidR="00CD2A8A" w:rsidRDefault="00CD2A8A" w:rsidP="00D95C6D">
      <w:pPr>
        <w:pStyle w:val="NoSpacing"/>
        <w:jc w:val="both"/>
        <w:rPr>
          <w:sz w:val="28"/>
          <w:szCs w:val="28"/>
        </w:rPr>
      </w:pPr>
    </w:p>
    <w:p w:rsidR="00CD2A8A" w:rsidRDefault="00CD2A8A" w:rsidP="000A6B78">
      <w:pPr>
        <w:pStyle w:val="NoSpacing"/>
        <w:rPr>
          <w:sz w:val="28"/>
          <w:szCs w:val="28"/>
        </w:rPr>
      </w:pPr>
    </w:p>
    <w:p w:rsidR="00CD2A8A" w:rsidRDefault="00CD2A8A" w:rsidP="000A6B78">
      <w:pPr>
        <w:pStyle w:val="NoSpacing"/>
        <w:rPr>
          <w:sz w:val="28"/>
          <w:szCs w:val="28"/>
        </w:rPr>
      </w:pPr>
    </w:p>
    <w:p w:rsidR="00CD2A8A" w:rsidRDefault="00CD2A8A" w:rsidP="000A6B7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Глава МО</w:t>
      </w:r>
    </w:p>
    <w:p w:rsidR="00CD2A8A" w:rsidRDefault="00CD2A8A" w:rsidP="000A6B7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Рабитицкого  сельского  поселения: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Г.В. Грищенко</w:t>
      </w:r>
    </w:p>
    <w:p w:rsidR="00CD2A8A" w:rsidRDefault="00CD2A8A" w:rsidP="000A6B78">
      <w:pPr>
        <w:pStyle w:val="NoSpacing"/>
        <w:rPr>
          <w:sz w:val="28"/>
          <w:szCs w:val="28"/>
        </w:rPr>
      </w:pPr>
    </w:p>
    <w:p w:rsidR="00CD2A8A" w:rsidRDefault="00CD2A8A" w:rsidP="000A6B78">
      <w:pPr>
        <w:pStyle w:val="NoSpacing"/>
        <w:rPr>
          <w:sz w:val="28"/>
          <w:szCs w:val="28"/>
        </w:rPr>
      </w:pPr>
    </w:p>
    <w:p w:rsidR="00CD2A8A" w:rsidRDefault="00CD2A8A" w:rsidP="000A6B78">
      <w:pPr>
        <w:pStyle w:val="NoSpacing"/>
        <w:jc w:val="right"/>
        <w:rPr>
          <w:sz w:val="20"/>
          <w:szCs w:val="20"/>
        </w:rPr>
      </w:pPr>
    </w:p>
    <w:p w:rsidR="00CD2A8A" w:rsidRDefault="00CD2A8A" w:rsidP="000A6B78">
      <w:pPr>
        <w:pStyle w:val="NoSpacing"/>
        <w:jc w:val="right"/>
        <w:rPr>
          <w:sz w:val="20"/>
          <w:szCs w:val="20"/>
        </w:rPr>
      </w:pPr>
    </w:p>
    <w:p w:rsidR="00CD2A8A" w:rsidRDefault="00CD2A8A" w:rsidP="000A6B78">
      <w:pPr>
        <w:pStyle w:val="NoSpacing"/>
        <w:jc w:val="right"/>
        <w:rPr>
          <w:sz w:val="20"/>
          <w:szCs w:val="20"/>
        </w:rPr>
      </w:pPr>
    </w:p>
    <w:p w:rsidR="00CD2A8A" w:rsidRPr="000A6B78" w:rsidRDefault="00CD2A8A" w:rsidP="000A6B78">
      <w:pPr>
        <w:pStyle w:val="NoSpacing"/>
        <w:jc w:val="right"/>
        <w:rPr>
          <w:sz w:val="20"/>
          <w:szCs w:val="20"/>
        </w:rPr>
      </w:pPr>
      <w:r w:rsidRPr="000A6B78">
        <w:rPr>
          <w:sz w:val="20"/>
          <w:szCs w:val="20"/>
        </w:rPr>
        <w:t>Приложение № 1</w:t>
      </w:r>
    </w:p>
    <w:p w:rsidR="00CD2A8A" w:rsidRPr="000A6B78" w:rsidRDefault="00CD2A8A" w:rsidP="000A6B78">
      <w:pPr>
        <w:pStyle w:val="NoSpacing"/>
        <w:jc w:val="right"/>
        <w:rPr>
          <w:sz w:val="20"/>
          <w:szCs w:val="20"/>
        </w:rPr>
      </w:pPr>
      <w:r w:rsidRPr="000A6B78">
        <w:rPr>
          <w:sz w:val="20"/>
          <w:szCs w:val="20"/>
        </w:rPr>
        <w:t>Утверждено Решением Совета депутатов</w:t>
      </w:r>
    </w:p>
    <w:p w:rsidR="00CD2A8A" w:rsidRPr="000A6B78" w:rsidRDefault="00CD2A8A" w:rsidP="000A6B78">
      <w:pPr>
        <w:pStyle w:val="NoSpacing"/>
        <w:jc w:val="right"/>
        <w:rPr>
          <w:sz w:val="20"/>
          <w:szCs w:val="20"/>
        </w:rPr>
      </w:pPr>
      <w:r>
        <w:rPr>
          <w:sz w:val="20"/>
          <w:szCs w:val="20"/>
        </w:rPr>
        <w:t>Рабитицкого</w:t>
      </w:r>
      <w:r w:rsidRPr="000A6B78">
        <w:rPr>
          <w:sz w:val="20"/>
          <w:szCs w:val="20"/>
        </w:rPr>
        <w:t xml:space="preserve"> сельского поселения №</w:t>
      </w:r>
      <w:r>
        <w:rPr>
          <w:sz w:val="20"/>
          <w:szCs w:val="20"/>
        </w:rPr>
        <w:t>_____</w:t>
      </w:r>
    </w:p>
    <w:p w:rsidR="00CD2A8A" w:rsidRDefault="00CD2A8A" w:rsidP="000A6B78">
      <w:pPr>
        <w:pStyle w:val="NoSpacing"/>
        <w:jc w:val="right"/>
        <w:rPr>
          <w:sz w:val="20"/>
          <w:szCs w:val="20"/>
        </w:rPr>
      </w:pPr>
      <w:r>
        <w:rPr>
          <w:sz w:val="20"/>
          <w:szCs w:val="20"/>
        </w:rPr>
        <w:t>от  02.11.2011</w:t>
      </w:r>
    </w:p>
    <w:p w:rsidR="00CD2A8A" w:rsidRDefault="00CD2A8A" w:rsidP="000A6B78">
      <w:pPr>
        <w:pStyle w:val="NoSpacing"/>
        <w:jc w:val="right"/>
        <w:rPr>
          <w:sz w:val="20"/>
          <w:szCs w:val="20"/>
        </w:rPr>
      </w:pPr>
    </w:p>
    <w:p w:rsidR="00CD2A8A" w:rsidRDefault="00CD2A8A" w:rsidP="000A6B78">
      <w:pPr>
        <w:pStyle w:val="NoSpacing"/>
        <w:jc w:val="center"/>
        <w:rPr>
          <w:sz w:val="28"/>
          <w:szCs w:val="28"/>
        </w:rPr>
      </w:pPr>
    </w:p>
    <w:p w:rsidR="00CD2A8A" w:rsidRDefault="00CD2A8A" w:rsidP="000A6B78">
      <w:pPr>
        <w:pStyle w:val="NoSpacing"/>
        <w:jc w:val="center"/>
        <w:rPr>
          <w:sz w:val="28"/>
          <w:szCs w:val="28"/>
        </w:rPr>
      </w:pPr>
    </w:p>
    <w:p w:rsidR="00CD2A8A" w:rsidRDefault="00CD2A8A" w:rsidP="000A6B78">
      <w:pPr>
        <w:pStyle w:val="NoSpacing"/>
        <w:jc w:val="center"/>
        <w:rPr>
          <w:sz w:val="28"/>
          <w:szCs w:val="28"/>
        </w:rPr>
      </w:pPr>
    </w:p>
    <w:p w:rsidR="00CD2A8A" w:rsidRPr="00D95C6D" w:rsidRDefault="00CD2A8A" w:rsidP="000A6B78">
      <w:pPr>
        <w:pStyle w:val="NoSpacing"/>
        <w:jc w:val="center"/>
        <w:rPr>
          <w:b/>
          <w:sz w:val="28"/>
          <w:szCs w:val="28"/>
        </w:rPr>
      </w:pPr>
      <w:r w:rsidRPr="00D95C6D">
        <w:rPr>
          <w:b/>
          <w:sz w:val="28"/>
          <w:szCs w:val="28"/>
        </w:rPr>
        <w:t>ПЕРЕЧЕНЬ</w:t>
      </w:r>
    </w:p>
    <w:p w:rsidR="00CD2A8A" w:rsidRPr="00D95C6D" w:rsidRDefault="00CD2A8A" w:rsidP="000A6B78">
      <w:pPr>
        <w:pStyle w:val="NoSpacing"/>
        <w:jc w:val="center"/>
        <w:rPr>
          <w:b/>
          <w:sz w:val="28"/>
          <w:szCs w:val="28"/>
        </w:rPr>
      </w:pPr>
      <w:r w:rsidRPr="00D95C6D">
        <w:rPr>
          <w:b/>
          <w:sz w:val="28"/>
          <w:szCs w:val="28"/>
        </w:rPr>
        <w:t>Автомобильных дорог общего  пользования  местного  значения</w:t>
      </w:r>
    </w:p>
    <w:p w:rsidR="00CD2A8A" w:rsidRPr="00D95C6D" w:rsidRDefault="00CD2A8A" w:rsidP="000A6B78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Рабитицкого</w:t>
      </w:r>
      <w:r w:rsidRPr="00D95C6D">
        <w:rPr>
          <w:b/>
          <w:sz w:val="28"/>
          <w:szCs w:val="28"/>
        </w:rPr>
        <w:t xml:space="preserve">  сельского  поселения</w:t>
      </w:r>
    </w:p>
    <w:p w:rsidR="00CD2A8A" w:rsidRPr="00D95C6D" w:rsidRDefault="00CD2A8A" w:rsidP="000A6B78">
      <w:pPr>
        <w:pStyle w:val="NoSpacing"/>
        <w:jc w:val="center"/>
        <w:rPr>
          <w:b/>
          <w:sz w:val="28"/>
          <w:szCs w:val="28"/>
        </w:rPr>
      </w:pPr>
      <w:r w:rsidRPr="00D95C6D">
        <w:rPr>
          <w:b/>
          <w:sz w:val="28"/>
          <w:szCs w:val="28"/>
        </w:rPr>
        <w:t>Волосовского  муниципального   района</w:t>
      </w:r>
    </w:p>
    <w:p w:rsidR="00CD2A8A" w:rsidRPr="00D95C6D" w:rsidRDefault="00CD2A8A" w:rsidP="000A6B78">
      <w:pPr>
        <w:pStyle w:val="NoSpacing"/>
        <w:jc w:val="center"/>
        <w:rPr>
          <w:b/>
          <w:sz w:val="28"/>
          <w:szCs w:val="28"/>
        </w:rPr>
      </w:pPr>
      <w:r w:rsidRPr="00D95C6D">
        <w:rPr>
          <w:b/>
          <w:sz w:val="28"/>
          <w:szCs w:val="28"/>
        </w:rPr>
        <w:t>Ленинградской  области</w:t>
      </w:r>
    </w:p>
    <w:p w:rsidR="00CD2A8A" w:rsidRPr="000302CF" w:rsidRDefault="00CD2A8A" w:rsidP="000A6B78">
      <w:pPr>
        <w:pStyle w:val="NoSpacing"/>
        <w:jc w:val="center"/>
        <w:rPr>
          <w:sz w:val="28"/>
          <w:szCs w:val="28"/>
        </w:rPr>
      </w:pPr>
    </w:p>
    <w:p w:rsidR="00CD2A8A" w:rsidRDefault="00CD2A8A" w:rsidP="000A6B78">
      <w:pPr>
        <w:pStyle w:val="NoSpacing"/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968"/>
        <w:gridCol w:w="2393"/>
        <w:gridCol w:w="2393"/>
      </w:tblGrid>
      <w:tr w:rsidR="00CD2A8A" w:rsidTr="003D50D3">
        <w:tc>
          <w:tcPr>
            <w:tcW w:w="817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0"/>
                <w:szCs w:val="20"/>
              </w:rPr>
            </w:pPr>
            <w:r w:rsidRPr="003D50D3">
              <w:rPr>
                <w:sz w:val="20"/>
                <w:szCs w:val="20"/>
              </w:rPr>
              <w:t>№ п/п</w:t>
            </w:r>
          </w:p>
        </w:tc>
        <w:tc>
          <w:tcPr>
            <w:tcW w:w="3968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0"/>
                <w:szCs w:val="20"/>
              </w:rPr>
            </w:pPr>
            <w:r w:rsidRPr="003D50D3">
              <w:rPr>
                <w:sz w:val="20"/>
                <w:szCs w:val="20"/>
              </w:rPr>
              <w:t>Наименование автомобильных дорог</w:t>
            </w:r>
          </w:p>
        </w:tc>
        <w:tc>
          <w:tcPr>
            <w:tcW w:w="2393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0"/>
                <w:szCs w:val="20"/>
              </w:rPr>
            </w:pPr>
            <w:r w:rsidRPr="003D50D3">
              <w:rPr>
                <w:sz w:val="20"/>
                <w:szCs w:val="20"/>
              </w:rPr>
              <w:t>Протяженность</w:t>
            </w:r>
          </w:p>
          <w:p w:rsidR="00CD2A8A" w:rsidRPr="003D50D3" w:rsidRDefault="00CD2A8A" w:rsidP="003D50D3">
            <w:pPr>
              <w:pStyle w:val="NoSpacing"/>
              <w:jc w:val="center"/>
              <w:rPr>
                <w:sz w:val="20"/>
                <w:szCs w:val="20"/>
              </w:rPr>
            </w:pPr>
            <w:r w:rsidRPr="003D50D3">
              <w:rPr>
                <w:sz w:val="20"/>
                <w:szCs w:val="20"/>
              </w:rPr>
              <w:t>(км)</w:t>
            </w:r>
          </w:p>
        </w:tc>
        <w:tc>
          <w:tcPr>
            <w:tcW w:w="2393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0"/>
                <w:szCs w:val="20"/>
              </w:rPr>
            </w:pPr>
            <w:r w:rsidRPr="003D50D3">
              <w:rPr>
                <w:sz w:val="20"/>
                <w:szCs w:val="20"/>
              </w:rPr>
              <w:t>Дорожное покрытие</w:t>
            </w:r>
          </w:p>
        </w:tc>
      </w:tr>
      <w:tr w:rsidR="00CD2A8A" w:rsidTr="003D50D3">
        <w:tc>
          <w:tcPr>
            <w:tcW w:w="817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 w:rsidRPr="003D50D3">
              <w:rPr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Захонье</w:t>
            </w:r>
          </w:p>
        </w:tc>
        <w:tc>
          <w:tcPr>
            <w:tcW w:w="2393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2393" w:type="dxa"/>
          </w:tcPr>
          <w:p w:rsidR="00CD2A8A" w:rsidRPr="003D50D3" w:rsidRDefault="00CD2A8A" w:rsidP="003B5314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грунт</w:t>
            </w:r>
          </w:p>
        </w:tc>
      </w:tr>
      <w:tr w:rsidR="00CD2A8A" w:rsidTr="003D50D3">
        <w:tc>
          <w:tcPr>
            <w:tcW w:w="817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 w:rsidRPr="003D50D3">
              <w:rPr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Рабитицы</w:t>
            </w:r>
          </w:p>
        </w:tc>
        <w:tc>
          <w:tcPr>
            <w:tcW w:w="2393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2393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Асфальт и бетон</w:t>
            </w:r>
          </w:p>
        </w:tc>
      </w:tr>
      <w:tr w:rsidR="00CD2A8A" w:rsidTr="003D50D3">
        <w:tc>
          <w:tcPr>
            <w:tcW w:w="817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 w:rsidRPr="003D50D3">
              <w:rPr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Пос. Рабитицы</w:t>
            </w:r>
          </w:p>
        </w:tc>
        <w:tc>
          <w:tcPr>
            <w:tcW w:w="2393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2393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 w:rsidRPr="003D50D3">
              <w:rPr>
                <w:sz w:val="24"/>
                <w:szCs w:val="24"/>
              </w:rPr>
              <w:t>грунт</w:t>
            </w:r>
          </w:p>
        </w:tc>
      </w:tr>
      <w:tr w:rsidR="00CD2A8A" w:rsidTr="003D50D3">
        <w:tc>
          <w:tcPr>
            <w:tcW w:w="817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 w:rsidRPr="003D50D3">
              <w:rPr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Домашковицы</w:t>
            </w:r>
          </w:p>
        </w:tc>
        <w:tc>
          <w:tcPr>
            <w:tcW w:w="2393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2393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асфальт</w:t>
            </w:r>
          </w:p>
        </w:tc>
      </w:tr>
      <w:tr w:rsidR="00CD2A8A" w:rsidTr="003D50D3">
        <w:tc>
          <w:tcPr>
            <w:tcW w:w="817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 w:rsidRPr="003D50D3">
              <w:rPr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Рогатино</w:t>
            </w:r>
          </w:p>
        </w:tc>
        <w:tc>
          <w:tcPr>
            <w:tcW w:w="2393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2393" w:type="dxa"/>
          </w:tcPr>
          <w:p w:rsidR="00CD2A8A" w:rsidRPr="003D50D3" w:rsidRDefault="00CD2A8A" w:rsidP="003D50D3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асфальт</w:t>
            </w:r>
          </w:p>
        </w:tc>
      </w:tr>
    </w:tbl>
    <w:p w:rsidR="00CD2A8A" w:rsidRPr="000A6B78" w:rsidRDefault="00CD2A8A" w:rsidP="000A6B78">
      <w:pPr>
        <w:pStyle w:val="NoSpacing"/>
        <w:jc w:val="center"/>
        <w:rPr>
          <w:sz w:val="20"/>
          <w:szCs w:val="20"/>
        </w:rPr>
      </w:pPr>
    </w:p>
    <w:sectPr w:rsidR="00CD2A8A" w:rsidRPr="000A6B78" w:rsidSect="00A27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4FD1"/>
    <w:multiLevelType w:val="hybridMultilevel"/>
    <w:tmpl w:val="06CC276C"/>
    <w:lvl w:ilvl="0" w:tplc="FD24155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7FB"/>
    <w:rsid w:val="00027EA2"/>
    <w:rsid w:val="000302CF"/>
    <w:rsid w:val="00073469"/>
    <w:rsid w:val="000A6B78"/>
    <w:rsid w:val="00195ABD"/>
    <w:rsid w:val="002F62B1"/>
    <w:rsid w:val="003B5314"/>
    <w:rsid w:val="003D50D3"/>
    <w:rsid w:val="004C5A6C"/>
    <w:rsid w:val="004F6B74"/>
    <w:rsid w:val="005A4126"/>
    <w:rsid w:val="0066017A"/>
    <w:rsid w:val="006A3BE3"/>
    <w:rsid w:val="006F0B75"/>
    <w:rsid w:val="007375DA"/>
    <w:rsid w:val="007C213D"/>
    <w:rsid w:val="007E2422"/>
    <w:rsid w:val="00834FE8"/>
    <w:rsid w:val="00885E00"/>
    <w:rsid w:val="008879E6"/>
    <w:rsid w:val="00A27E4E"/>
    <w:rsid w:val="00A31407"/>
    <w:rsid w:val="00AA1F3E"/>
    <w:rsid w:val="00BC37FB"/>
    <w:rsid w:val="00BF2DA1"/>
    <w:rsid w:val="00C07A99"/>
    <w:rsid w:val="00CD2A8A"/>
    <w:rsid w:val="00CF7FD4"/>
    <w:rsid w:val="00D95C6D"/>
    <w:rsid w:val="00F01D33"/>
    <w:rsid w:val="00FB6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7FB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C37FB"/>
    <w:rPr>
      <w:rFonts w:eastAsia="Times New Roman"/>
    </w:rPr>
  </w:style>
  <w:style w:type="table" w:styleId="TableGrid">
    <w:name w:val="Table Grid"/>
    <w:basedOn w:val="TableNormal"/>
    <w:uiPriority w:val="99"/>
    <w:rsid w:val="000302C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3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2</Pages>
  <Words>317</Words>
  <Characters>1811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2004-12-31T21:18:00Z</cp:lastPrinted>
  <dcterms:created xsi:type="dcterms:W3CDTF">2011-08-30T04:34:00Z</dcterms:created>
  <dcterms:modified xsi:type="dcterms:W3CDTF">2004-12-31T21:19:00Z</dcterms:modified>
</cp:coreProperties>
</file>